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4E9" w:rsidRPr="00A00145" w:rsidRDefault="006644E9" w:rsidP="00A00145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Российская Федерация</w:t>
      </w:r>
    </w:p>
    <w:p w:rsidR="006644E9" w:rsidRDefault="006644E9" w:rsidP="00A00145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СОВЕТ НАРОДНЫХ ДЕПУТАТОВ </w:t>
      </w:r>
    </w:p>
    <w:p w:rsidR="006644E9" w:rsidRDefault="006644E9" w:rsidP="00A00145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МУНИЦИПАЛЬНОГО ОБРАЗОВАНИЯ  ГРИГОРЬЕВСКОЕ (СЕЛЬСКОЕ ПОСЕЛЕНИЕ) ГУСЬ-ХРУСТАЛЬНОГО РАЙОНА ВЛАДИМИРСКОЙ ОБЛАСТИ</w:t>
      </w:r>
    </w:p>
    <w:p w:rsidR="006644E9" w:rsidRDefault="006644E9" w:rsidP="00A00145">
      <w:pPr>
        <w:spacing w:line="240" w:lineRule="auto"/>
        <w:jc w:val="center"/>
        <w:rPr>
          <w:b/>
          <w:spacing w:val="50"/>
          <w:sz w:val="32"/>
          <w:szCs w:val="32"/>
        </w:rPr>
      </w:pPr>
      <w:r>
        <w:rPr>
          <w:b/>
          <w:spacing w:val="50"/>
          <w:sz w:val="32"/>
          <w:szCs w:val="32"/>
        </w:rPr>
        <w:t>РЕШЕНИЕ</w:t>
      </w:r>
    </w:p>
    <w:p w:rsidR="006644E9" w:rsidRDefault="006644E9" w:rsidP="00FF3BDB">
      <w:pPr>
        <w:jc w:val="left"/>
      </w:pPr>
      <w:r>
        <w:t>13.11.2012                                                                                           № 42</w:t>
      </w:r>
    </w:p>
    <w:p w:rsidR="006644E9" w:rsidRPr="00A00145" w:rsidRDefault="006644E9" w:rsidP="00A00145">
      <w:pPr>
        <w:spacing w:line="240" w:lineRule="auto"/>
        <w:jc w:val="left"/>
        <w:rPr>
          <w:b/>
        </w:rPr>
      </w:pPr>
      <w:r w:rsidRPr="00A00145">
        <w:rPr>
          <w:b/>
        </w:rPr>
        <w:t xml:space="preserve">Об утверждении генерального плана </w:t>
      </w:r>
      <w:r w:rsidRPr="00A00145">
        <w:rPr>
          <w:b/>
        </w:rPr>
        <w:br/>
        <w:t xml:space="preserve">муниципального образования </w:t>
      </w:r>
    </w:p>
    <w:p w:rsidR="006644E9" w:rsidRPr="00A00145" w:rsidRDefault="006644E9" w:rsidP="00A00145">
      <w:pPr>
        <w:spacing w:line="240" w:lineRule="auto"/>
        <w:jc w:val="left"/>
        <w:rPr>
          <w:b/>
        </w:rPr>
      </w:pPr>
      <w:r w:rsidRPr="00A00145">
        <w:rPr>
          <w:b/>
        </w:rPr>
        <w:t>Григорьевское (сельское поселение)</w:t>
      </w:r>
    </w:p>
    <w:p w:rsidR="006644E9" w:rsidRDefault="006644E9" w:rsidP="00A00145">
      <w:pPr>
        <w:spacing w:line="240" w:lineRule="auto"/>
      </w:pPr>
      <w:r>
        <w:tab/>
      </w:r>
    </w:p>
    <w:p w:rsidR="006644E9" w:rsidRDefault="006644E9" w:rsidP="00A00145">
      <w:pPr>
        <w:spacing w:line="240" w:lineRule="auto"/>
        <w:ind w:firstLine="709"/>
      </w:pPr>
      <w:r>
        <w:t xml:space="preserve">В соответствии со статьей 24 Градостроительного кодекса РФ, статьей 14 Федерального закона от 06.10.2003 г. № 131-ФЗ «Об общих принципах организации местного самоуправления в Российской Федерации», на основании Устава муниципального образования </w:t>
      </w:r>
      <w:r w:rsidRPr="00A00145">
        <w:t>Григорьевское (сельское поселение)</w:t>
      </w:r>
      <w:r>
        <w:t xml:space="preserve">, учитывая протокол публичных слушаний, заключение о результатах публичных слушаний по проекту генерального плана муниципального образования </w:t>
      </w:r>
      <w:r w:rsidRPr="00A00145">
        <w:t>Григорьевское (сельское поселение)</w:t>
      </w:r>
      <w:r>
        <w:t xml:space="preserve"> Совет народных депутатов муниципального образования </w:t>
      </w:r>
      <w:r w:rsidRPr="00A00145">
        <w:t xml:space="preserve">Григорьевское (сельское поселение) </w:t>
      </w:r>
      <w:r w:rsidRPr="00A00145">
        <w:rPr>
          <w:b/>
        </w:rPr>
        <w:t>РЕШИЛ</w:t>
      </w:r>
      <w:r>
        <w:t>:</w:t>
      </w:r>
    </w:p>
    <w:p w:rsidR="006644E9" w:rsidRDefault="006644E9" w:rsidP="00A00145">
      <w:pPr>
        <w:pStyle w:val="ListParagraph"/>
        <w:spacing w:line="240" w:lineRule="auto"/>
        <w:ind w:left="0" w:firstLine="709"/>
      </w:pPr>
      <w:r>
        <w:t>1.Утвердить  генеральный план муниципального образования</w:t>
      </w:r>
      <w:r w:rsidRPr="00A00145">
        <w:t xml:space="preserve"> Григорьевское (сельское поселение) </w:t>
      </w:r>
      <w:r>
        <w:t xml:space="preserve">(прилагается), </w:t>
      </w:r>
      <w:bookmarkStart w:id="0" w:name="_GoBack"/>
      <w:bookmarkEnd w:id="0"/>
      <w:r w:rsidRPr="00A00145">
        <w:t xml:space="preserve">за исключением несогласованной части проекта генерального плана:  земли государственного лесного фонда, подлежащие в дальнейшем исключению из состава земель государственного лесного фонда. </w:t>
      </w:r>
    </w:p>
    <w:p w:rsidR="006644E9" w:rsidRDefault="006644E9" w:rsidP="00A00145">
      <w:pPr>
        <w:pStyle w:val="ListParagraph"/>
        <w:spacing w:line="240" w:lineRule="auto"/>
        <w:ind w:left="0" w:firstLine="709"/>
      </w:pPr>
      <w:r>
        <w:t>2.Администрации муниципального образования</w:t>
      </w:r>
      <w:r w:rsidRPr="00A00145">
        <w:t xml:space="preserve"> Григорьевское (сельское поселение)</w:t>
      </w:r>
      <w:r>
        <w:t xml:space="preserve"> направить генеральный план в Департамент строительства и архитектуры Владимирской области и главе муниципального образования Гусь-Хрустальный район в течение трех дней со дня его утверждения.</w:t>
      </w:r>
    </w:p>
    <w:p w:rsidR="006644E9" w:rsidRDefault="006644E9" w:rsidP="00A00145">
      <w:pPr>
        <w:pStyle w:val="ListParagraph"/>
        <w:spacing w:line="240" w:lineRule="auto"/>
        <w:ind w:left="0" w:firstLine="709"/>
      </w:pPr>
      <w:r>
        <w:t xml:space="preserve">3.Разместить настоящее решение, Положение о территориальном планировании, графические материалы, предусмотренные статьями 23 и 24 Градостроительного кодекса Российской Федерации на официальном сайте администрации муниципального образования </w:t>
      </w:r>
      <w:r w:rsidRPr="00A00145">
        <w:t>Григорьевское (сельское поселение)</w:t>
      </w:r>
      <w:r>
        <w:t>.</w:t>
      </w:r>
    </w:p>
    <w:p w:rsidR="006644E9" w:rsidRDefault="006644E9" w:rsidP="00A00145">
      <w:pPr>
        <w:pStyle w:val="ListParagraph"/>
        <w:spacing w:line="240" w:lineRule="auto"/>
        <w:ind w:left="0" w:firstLine="709"/>
      </w:pPr>
      <w:r>
        <w:t>4.Контроль за исполнением настоящего решения возложить на комиссию</w:t>
      </w:r>
      <w:r w:rsidRPr="00A00145">
        <w:t xml:space="preserve"> по бюджетной, налоговой, экономической политике и собственности, земельным отношениям</w:t>
      </w:r>
      <w:r>
        <w:t>.</w:t>
      </w:r>
    </w:p>
    <w:p w:rsidR="006644E9" w:rsidRDefault="006644E9" w:rsidP="00A00145">
      <w:pPr>
        <w:pStyle w:val="ListParagraph"/>
        <w:spacing w:line="240" w:lineRule="auto"/>
        <w:ind w:left="0" w:firstLine="709"/>
      </w:pPr>
      <w:r>
        <w:t>5.Настоящее решение вступает в силу со дня его официального опубликования в газете «Гусевские Вести».</w:t>
      </w:r>
    </w:p>
    <w:p w:rsidR="006644E9" w:rsidRDefault="006644E9" w:rsidP="00A00145">
      <w:pPr>
        <w:pStyle w:val="ListParagraph"/>
        <w:spacing w:line="240" w:lineRule="auto"/>
        <w:ind w:left="709"/>
      </w:pPr>
    </w:p>
    <w:p w:rsidR="006644E9" w:rsidRDefault="006644E9" w:rsidP="00A00145">
      <w:pPr>
        <w:pStyle w:val="ListParagraph"/>
        <w:spacing w:line="240" w:lineRule="auto"/>
        <w:ind w:left="709"/>
      </w:pPr>
      <w:r>
        <w:t>Председатель Совета                                           Глава МО</w:t>
      </w:r>
    </w:p>
    <w:p w:rsidR="006644E9" w:rsidRDefault="006644E9" w:rsidP="00A00145">
      <w:pPr>
        <w:pStyle w:val="ListParagraph"/>
        <w:spacing w:line="240" w:lineRule="auto"/>
        <w:ind w:left="709"/>
      </w:pPr>
      <w:r>
        <w:t xml:space="preserve">С.А. Копылов </w:t>
      </w:r>
      <w:r>
        <w:tab/>
        <w:t xml:space="preserve">                                                 С.А. Копылов </w:t>
      </w:r>
    </w:p>
    <w:p w:rsidR="006644E9" w:rsidRDefault="006644E9" w:rsidP="00A00145">
      <w:pPr>
        <w:pStyle w:val="ListParagraph"/>
        <w:tabs>
          <w:tab w:val="left" w:pos="6315"/>
        </w:tabs>
        <w:spacing w:line="240" w:lineRule="auto"/>
        <w:ind w:left="709"/>
      </w:pPr>
    </w:p>
    <w:sectPr w:rsidR="006644E9" w:rsidSect="00423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90F86"/>
    <w:multiLevelType w:val="hybridMultilevel"/>
    <w:tmpl w:val="24F8A25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3F9E"/>
    <w:rsid w:val="000336D5"/>
    <w:rsid w:val="000904C2"/>
    <w:rsid w:val="003A4990"/>
    <w:rsid w:val="004231E6"/>
    <w:rsid w:val="00514062"/>
    <w:rsid w:val="0063333E"/>
    <w:rsid w:val="006644E9"/>
    <w:rsid w:val="007F1800"/>
    <w:rsid w:val="00823587"/>
    <w:rsid w:val="00853F9E"/>
    <w:rsid w:val="00923E8C"/>
    <w:rsid w:val="0095507E"/>
    <w:rsid w:val="00965EEA"/>
    <w:rsid w:val="00A00145"/>
    <w:rsid w:val="00A726D1"/>
    <w:rsid w:val="00B03127"/>
    <w:rsid w:val="00B30A47"/>
    <w:rsid w:val="00BE6976"/>
    <w:rsid w:val="00C46C96"/>
    <w:rsid w:val="00F116E2"/>
    <w:rsid w:val="00FF3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127"/>
    <w:pPr>
      <w:spacing w:line="360" w:lineRule="auto"/>
      <w:jc w:val="both"/>
    </w:pPr>
    <w:rPr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3127"/>
    <w:pPr>
      <w:overflowPunct w:val="0"/>
      <w:autoSpaceDE w:val="0"/>
      <w:autoSpaceDN w:val="0"/>
      <w:adjustRightInd w:val="0"/>
      <w:spacing w:before="240" w:after="60" w:line="240" w:lineRule="auto"/>
      <w:jc w:val="left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B03127"/>
    <w:rPr>
      <w:rFonts w:cs="Times New Roman"/>
      <w:b/>
      <w:bCs/>
      <w:i/>
      <w:iCs/>
      <w:sz w:val="26"/>
      <w:szCs w:val="26"/>
      <w:lang w:eastAsia="ru-RU"/>
    </w:rPr>
  </w:style>
  <w:style w:type="paragraph" w:styleId="Title">
    <w:name w:val="Title"/>
    <w:basedOn w:val="Normal"/>
    <w:link w:val="TitleChar"/>
    <w:uiPriority w:val="99"/>
    <w:qFormat/>
    <w:rsid w:val="00B03127"/>
    <w:pPr>
      <w:spacing w:line="240" w:lineRule="auto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03127"/>
    <w:rPr>
      <w:rFonts w:cs="Times New Roman"/>
      <w:sz w:val="4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B03127"/>
    <w:pPr>
      <w:jc w:val="center"/>
    </w:pPr>
    <w:rPr>
      <w:b/>
      <w:sz w:val="56"/>
      <w:u w:val="single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03127"/>
    <w:rPr>
      <w:rFonts w:cs="Times New Roman"/>
      <w:b/>
      <w:sz w:val="56"/>
      <w:u w:val="single"/>
      <w:lang w:eastAsia="ru-RU"/>
    </w:rPr>
  </w:style>
  <w:style w:type="paragraph" w:styleId="ListParagraph">
    <w:name w:val="List Paragraph"/>
    <w:basedOn w:val="Normal"/>
    <w:uiPriority w:val="99"/>
    <w:qFormat/>
    <w:rsid w:val="00965E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323</Words>
  <Characters>1845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</dc:creator>
  <cp:keywords/>
  <dc:description/>
  <cp:lastModifiedBy>1</cp:lastModifiedBy>
  <cp:revision>8</cp:revision>
  <dcterms:created xsi:type="dcterms:W3CDTF">2012-10-23T14:33:00Z</dcterms:created>
  <dcterms:modified xsi:type="dcterms:W3CDTF">2012-11-13T12:18:00Z</dcterms:modified>
</cp:coreProperties>
</file>